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Pr="00CB33CD" w:rsidRDefault="00CB33CD" w:rsidP="00EE0E25">
      <w:pPr>
        <w:keepNext/>
        <w:jc w:val="center"/>
        <w:outlineLvl w:val="0"/>
        <w:rPr>
          <w:b/>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sidRPr="00CB33CD">
        <w:rPr>
          <w:b/>
          <w:sz w:val="28"/>
          <w:szCs w:val="28"/>
          <w:u w:val="single"/>
        </w:rPr>
        <w:t>Annex VII</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2172B4" w:rsidRPr="003348A8" w:rsidRDefault="002172B4" w:rsidP="002172B4">
      <w:pPr>
        <w:ind w:left="1695" w:hanging="1695"/>
        <w:rPr>
          <w:b/>
          <w:sz w:val="28"/>
          <w:szCs w:val="28"/>
        </w:rPr>
      </w:pPr>
      <w:r w:rsidRPr="00E710A5">
        <w:rPr>
          <w:b/>
          <w:sz w:val="28"/>
          <w:szCs w:val="28"/>
        </w:rPr>
        <w:t>Contract:</w:t>
      </w:r>
      <w:r w:rsidRPr="00E710A5">
        <w:rPr>
          <w:rFonts w:eastAsia="Calibri"/>
          <w:b/>
          <w:bCs/>
          <w:sz w:val="28"/>
          <w:szCs w:val="28"/>
          <w:lang w:eastAsia="ja-JP"/>
        </w:rPr>
        <w:t xml:space="preserve"> </w:t>
      </w:r>
      <w:r w:rsidRPr="00E710A5">
        <w:rPr>
          <w:rFonts w:eastAsia="Calibri"/>
          <w:b/>
          <w:bCs/>
          <w:sz w:val="28"/>
          <w:szCs w:val="28"/>
          <w:lang w:eastAsia="ja-JP"/>
        </w:rPr>
        <w:tab/>
      </w:r>
      <w:r w:rsidRPr="00EE0743">
        <w:rPr>
          <w:b/>
          <w:szCs w:val="24"/>
        </w:rPr>
        <w:t xml:space="preserve">Expert support for the </w:t>
      </w:r>
      <w:r>
        <w:rPr>
          <w:b/>
          <w:szCs w:val="24"/>
        </w:rPr>
        <w:t>DMS Cryogenics engineering and integration expert activities</w:t>
      </w:r>
    </w:p>
    <w:p w:rsidR="002172B4" w:rsidRDefault="002172B4" w:rsidP="002172B4">
      <w:pPr>
        <w:suppressAutoHyphens/>
        <w:ind w:left="270" w:right="-427" w:hanging="270"/>
        <w:rPr>
          <w:b/>
          <w:sz w:val="28"/>
          <w:szCs w:val="28"/>
        </w:rPr>
      </w:pPr>
      <w:r>
        <w:rPr>
          <w:b/>
          <w:sz w:val="28"/>
          <w:szCs w:val="28"/>
        </w:rPr>
        <w:t xml:space="preserve"> </w:t>
      </w:r>
    </w:p>
    <w:p w:rsidR="002172B4" w:rsidRPr="00F160C2" w:rsidRDefault="002172B4" w:rsidP="002172B4">
      <w:pPr>
        <w:suppressAutoHyphens/>
        <w:ind w:right="-427"/>
        <w:rPr>
          <w:b/>
          <w:sz w:val="28"/>
          <w:szCs w:val="28"/>
        </w:rPr>
      </w:pPr>
      <w:r w:rsidRPr="00E710A5">
        <w:rPr>
          <w:b/>
          <w:sz w:val="28"/>
          <w:szCs w:val="28"/>
        </w:rPr>
        <w:t>Reference:</w:t>
      </w:r>
      <w:r w:rsidRPr="00E710A5">
        <w:rPr>
          <w:b/>
          <w:sz w:val="28"/>
          <w:szCs w:val="28"/>
        </w:rPr>
        <w:tab/>
        <w:t xml:space="preserve"> </w:t>
      </w:r>
      <w:r w:rsidRPr="00F160C2">
        <w:rPr>
          <w:b/>
          <w:sz w:val="28"/>
          <w:szCs w:val="28"/>
        </w:rPr>
        <w:t>IO/2</w:t>
      </w:r>
      <w:r>
        <w:rPr>
          <w:b/>
          <w:sz w:val="28"/>
          <w:szCs w:val="28"/>
        </w:rPr>
        <w:t>1</w:t>
      </w:r>
      <w:r w:rsidRPr="00F160C2">
        <w:rPr>
          <w:b/>
          <w:sz w:val="28"/>
          <w:szCs w:val="28"/>
        </w:rPr>
        <w:t>/CFE/</w:t>
      </w:r>
      <w:r w:rsidRPr="00C71AC2">
        <w:rPr>
          <w:b/>
          <w:sz w:val="28"/>
          <w:szCs w:val="28"/>
        </w:rPr>
        <w:t>1002</w:t>
      </w:r>
      <w:r>
        <w:rPr>
          <w:b/>
          <w:sz w:val="28"/>
          <w:szCs w:val="28"/>
        </w:rPr>
        <w:t>2621/KJT</w:t>
      </w:r>
    </w:p>
    <w:p w:rsidR="00EC6CEB" w:rsidRDefault="00EC6CEB" w:rsidP="00EC6CEB">
      <w:pPr>
        <w:suppressAutoHyphens/>
        <w:ind w:left="180" w:right="-427" w:hanging="180"/>
        <w:rPr>
          <w:b/>
          <w:sz w:val="28"/>
          <w:szCs w:val="28"/>
        </w:rPr>
      </w:pPr>
    </w:p>
    <w:p w:rsidR="00EC6CEB" w:rsidRPr="00EF33B3" w:rsidRDefault="00EC6CEB" w:rsidP="00EC6CEB">
      <w:pPr>
        <w:suppressAutoHyphens/>
        <w:ind w:left="180" w:right="-427" w:hanging="180"/>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Name :</w:t>
      </w:r>
      <w:proofErr w:type="gramEnd"/>
      <w:r w:rsidRPr="00956B6A">
        <w:t xml:space="preserve">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roofErr w:type="gramStart"/>
      <w:r w:rsidRPr="00956B6A">
        <w:t>Date :</w:t>
      </w:r>
      <w:proofErr w:type="gramEnd"/>
      <w:r w:rsidRPr="00956B6A">
        <w:t xml:space="preserve">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bookmarkStart w:id="7" w:name="_GoBack"/>
      <w:bookmarkEnd w:id="7"/>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120320"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Are there are any related rights involved, such as of producers, publishers, broadcasters, </w:t>
            </w:r>
            <w:proofErr w:type="spellStart"/>
            <w:r w:rsidRPr="00956B6A">
              <w:rPr>
                <w:rFonts w:eastAsia="PMingLiU"/>
                <w:sz w:val="18"/>
                <w:szCs w:val="18"/>
                <w:lang w:eastAsia="ja-JP"/>
              </w:rPr>
              <w:t>etc</w:t>
            </w:r>
            <w:proofErr w:type="spellEnd"/>
            <w:r w:rsidRPr="00956B6A">
              <w:rPr>
                <w:rFonts w:eastAsia="PMingLiU"/>
                <w:sz w:val="18"/>
                <w:szCs w:val="18"/>
                <w:lang w:eastAsia="ja-JP"/>
              </w:rPr>
              <w:t xml:space="preserve">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BA4CC2" w:rsidP="009443A6">
            <w:pPr>
              <w:jc w:val="center"/>
              <w:rPr>
                <w:rFonts w:eastAsia="PMingLiU"/>
                <w:sz w:val="18"/>
                <w:szCs w:val="18"/>
                <w:lang w:eastAsia="ja-JP"/>
              </w:rPr>
            </w:pPr>
            <w:r w:rsidRPr="00956B6A">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(including details of the intended purpose, programming language, hardware </w:t>
            </w:r>
            <w:r w:rsidR="00BA4CC2" w:rsidRPr="001533D6">
              <w:rPr>
                <w:rFonts w:eastAsia="PMingLiU"/>
                <w:sz w:val="18"/>
                <w:szCs w:val="18"/>
                <w:lang w:eastAsia="ja-JP"/>
              </w:rPr>
              <w:t>minimum</w:t>
            </w:r>
            <w:r w:rsidRPr="001533D6">
              <w:rPr>
                <w:rFonts w:eastAsia="PMingLiU"/>
                <w:sz w:val="18"/>
                <w:szCs w:val="18"/>
                <w:lang w:eastAsia="ja-JP"/>
              </w:rPr>
              <w:t xml:space="preserve">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171234" w:rsidRDefault="00171234" w:rsidP="00EE0E25">
      <w:pPr>
        <w:jc w:val="left"/>
        <w:rPr>
          <w:b/>
        </w:rPr>
      </w:pPr>
    </w:p>
    <w:p w:rsidR="00EE0E25" w:rsidRPr="001533D6" w:rsidRDefault="00EE0E25" w:rsidP="00EE0E25">
      <w:pPr>
        <w:jc w:val="left"/>
        <w:rPr>
          <w:b/>
        </w:rPr>
      </w:pPr>
      <w:r w:rsidRPr="001533D6">
        <w:rPr>
          <w:b/>
        </w:rPr>
        <w:lastRenderedPageBreak/>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w:t>
      </w:r>
      <w:proofErr w:type="spellStart"/>
      <w:r w:rsidRPr="001533D6">
        <w:rPr>
          <w:sz w:val="18"/>
          <w:szCs w:val="18"/>
        </w:rPr>
        <w:t>Non Disclosure</w:t>
      </w:r>
      <w:proofErr w:type="spellEnd"/>
      <w:r w:rsidRPr="001533D6">
        <w:rPr>
          <w:sz w:val="18"/>
          <w:szCs w:val="18"/>
        </w:rPr>
        <w:t xml:space="preserv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BA4CC2" w:rsidP="009443A6">
            <w:pPr>
              <w:jc w:val="center"/>
              <w:rPr>
                <w:rFonts w:eastAsia="PMingLiU"/>
                <w:sz w:val="18"/>
                <w:szCs w:val="18"/>
                <w:lang w:eastAsia="ja-JP"/>
              </w:rPr>
            </w:pPr>
            <w:r w:rsidRPr="001533D6">
              <w:rPr>
                <w:rFonts w:eastAsia="PMingLiU"/>
                <w:sz w:val="18"/>
                <w:szCs w:val="18"/>
                <w:lang w:eastAsia="ja-JP"/>
              </w:rPr>
              <w:t>Licensee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33CD" w:rsidRDefault="00CB33CD">
      <w:r>
        <w:separator/>
      </w:r>
    </w:p>
  </w:endnote>
  <w:endnote w:type="continuationSeparator" w:id="0">
    <w:p w:rsidR="00CB33CD" w:rsidRDefault="00CB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80"/>
    <w:family w:val="auto"/>
    <w:pitch w:val="variable"/>
    <w:sig w:usb0="01000001" w:usb1="08070708" w:usb2="1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A73430" w:rsidRDefault="00CB33CD"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2172B4">
      <w:rPr>
        <w:rStyle w:val="PageNumber"/>
        <w:noProof/>
        <w:sz w:val="20"/>
      </w:rPr>
      <w:t>6</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2172B4">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Pr="007B4D0A" w:rsidRDefault="00CB33CD">
    <w:pPr>
      <w:pStyle w:val="Footer"/>
      <w:tabs>
        <w:tab w:val="center" w:pos="4590"/>
        <w:tab w:val="right" w:pos="9810"/>
      </w:tabs>
      <w:ind w:left="-778"/>
      <w:rPr>
        <w:rFonts w:ascii="Arial" w:hAnsi="Arial" w:cs="Arial"/>
        <w:sz w:val="12"/>
      </w:rPr>
    </w:pPr>
  </w:p>
  <w:p w:rsidR="00CB33CD" w:rsidRDefault="00CB33CD"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172B4">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172B4">
      <w:rPr>
        <w:rStyle w:val="PageNumber"/>
        <w:noProof/>
        <w:sz w:val="20"/>
      </w:rPr>
      <w:t>6</w:t>
    </w:r>
    <w:r w:rsidRPr="009E5F0B">
      <w:rPr>
        <w:rStyle w:val="PageNumbe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33CD" w:rsidRDefault="00CB33CD">
      <w:r>
        <w:separator/>
      </w:r>
    </w:p>
  </w:footnote>
  <w:footnote w:type="continuationSeparator" w:id="0">
    <w:p w:rsidR="00CB33CD" w:rsidRDefault="00CB33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33CD" w:rsidRDefault="00CB33CD"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CB33CD" w:rsidRPr="00CB33CD" w:rsidRDefault="0036366D" w:rsidP="00D00FAC">
    <w:pPr>
      <w:keepNext/>
      <w:ind w:right="12"/>
      <w:jc w:val="right"/>
      <w:rPr>
        <w:b/>
        <w:sz w:val="44"/>
        <w:szCs w:val="44"/>
      </w:rPr>
    </w:pPr>
    <w:r>
      <w:rPr>
        <w:sz w:val="22"/>
        <w:szCs w:val="22"/>
      </w:rPr>
      <w:t>IO/2</w:t>
    </w:r>
    <w:r w:rsidR="00EC6CEB">
      <w:rPr>
        <w:sz w:val="22"/>
        <w:szCs w:val="22"/>
      </w:rPr>
      <w:t>1</w:t>
    </w:r>
    <w:r>
      <w:rPr>
        <w:sz w:val="22"/>
        <w:szCs w:val="22"/>
      </w:rPr>
      <w:t>/CFE/1002</w:t>
    </w:r>
    <w:r w:rsidR="00A64A4B">
      <w:rPr>
        <w:sz w:val="22"/>
        <w:szCs w:val="22"/>
      </w:rPr>
      <w:t>2</w:t>
    </w:r>
    <w:r w:rsidR="002172B4">
      <w:rPr>
        <w:sz w:val="22"/>
        <w:szCs w:val="22"/>
      </w:rPr>
      <w:t>621/KJT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B67"/>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0D50"/>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0320"/>
    <w:rsid w:val="001226A5"/>
    <w:rsid w:val="001227C5"/>
    <w:rsid w:val="00123B74"/>
    <w:rsid w:val="00125493"/>
    <w:rsid w:val="001270BF"/>
    <w:rsid w:val="00132AE0"/>
    <w:rsid w:val="001342EE"/>
    <w:rsid w:val="0013449B"/>
    <w:rsid w:val="00136709"/>
    <w:rsid w:val="001369FC"/>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1234"/>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3B67"/>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172B4"/>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672C3"/>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366D"/>
    <w:rsid w:val="003644CF"/>
    <w:rsid w:val="00373322"/>
    <w:rsid w:val="00375453"/>
    <w:rsid w:val="00375786"/>
    <w:rsid w:val="00380705"/>
    <w:rsid w:val="00390169"/>
    <w:rsid w:val="00391A88"/>
    <w:rsid w:val="00391BD5"/>
    <w:rsid w:val="00393CD1"/>
    <w:rsid w:val="00394CD2"/>
    <w:rsid w:val="00396A78"/>
    <w:rsid w:val="00396E27"/>
    <w:rsid w:val="003973F1"/>
    <w:rsid w:val="003974AE"/>
    <w:rsid w:val="003A05F2"/>
    <w:rsid w:val="003A0D78"/>
    <w:rsid w:val="003A1CED"/>
    <w:rsid w:val="003A26EB"/>
    <w:rsid w:val="003A3E7B"/>
    <w:rsid w:val="003A4523"/>
    <w:rsid w:val="003A4776"/>
    <w:rsid w:val="003B0D0E"/>
    <w:rsid w:val="003B7D68"/>
    <w:rsid w:val="003C00C7"/>
    <w:rsid w:val="003C23A9"/>
    <w:rsid w:val="003C7363"/>
    <w:rsid w:val="003D115D"/>
    <w:rsid w:val="003D4DE4"/>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007"/>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C76"/>
    <w:rsid w:val="00654673"/>
    <w:rsid w:val="00655721"/>
    <w:rsid w:val="00661E72"/>
    <w:rsid w:val="006626C5"/>
    <w:rsid w:val="0066306A"/>
    <w:rsid w:val="00665D47"/>
    <w:rsid w:val="00666036"/>
    <w:rsid w:val="00666841"/>
    <w:rsid w:val="006678EA"/>
    <w:rsid w:val="00667F6C"/>
    <w:rsid w:val="0067002E"/>
    <w:rsid w:val="006705DD"/>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CAE"/>
    <w:rsid w:val="00771EB3"/>
    <w:rsid w:val="00772C3A"/>
    <w:rsid w:val="00775F2A"/>
    <w:rsid w:val="00777888"/>
    <w:rsid w:val="00777F87"/>
    <w:rsid w:val="007802AD"/>
    <w:rsid w:val="00780569"/>
    <w:rsid w:val="00780940"/>
    <w:rsid w:val="00780DDE"/>
    <w:rsid w:val="00780EC2"/>
    <w:rsid w:val="00781156"/>
    <w:rsid w:val="00782AE2"/>
    <w:rsid w:val="007846D1"/>
    <w:rsid w:val="00790852"/>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2E4"/>
    <w:rsid w:val="007F075C"/>
    <w:rsid w:val="007F1532"/>
    <w:rsid w:val="007F5889"/>
    <w:rsid w:val="0080148C"/>
    <w:rsid w:val="00804897"/>
    <w:rsid w:val="0080564C"/>
    <w:rsid w:val="00811166"/>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573DB"/>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3FD"/>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10AA"/>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36B4"/>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4A4B"/>
    <w:rsid w:val="00A6564E"/>
    <w:rsid w:val="00A65AF4"/>
    <w:rsid w:val="00A66B4A"/>
    <w:rsid w:val="00A72CDD"/>
    <w:rsid w:val="00A73430"/>
    <w:rsid w:val="00A80100"/>
    <w:rsid w:val="00A81D47"/>
    <w:rsid w:val="00A82095"/>
    <w:rsid w:val="00A87B5E"/>
    <w:rsid w:val="00A91150"/>
    <w:rsid w:val="00A91F60"/>
    <w:rsid w:val="00A944FA"/>
    <w:rsid w:val="00A95AEF"/>
    <w:rsid w:val="00A96C93"/>
    <w:rsid w:val="00A97D1D"/>
    <w:rsid w:val="00AA431F"/>
    <w:rsid w:val="00AA45AC"/>
    <w:rsid w:val="00AA4CEC"/>
    <w:rsid w:val="00AA7828"/>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4CC2"/>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BF5A11"/>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3CD"/>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59C"/>
    <w:rsid w:val="00CF5BE3"/>
    <w:rsid w:val="00CF65B4"/>
    <w:rsid w:val="00CF77FE"/>
    <w:rsid w:val="00D007F3"/>
    <w:rsid w:val="00D00FAC"/>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37C6"/>
    <w:rsid w:val="00D8567B"/>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1823"/>
    <w:rsid w:val="00E82CBF"/>
    <w:rsid w:val="00E82EFF"/>
    <w:rsid w:val="00E85862"/>
    <w:rsid w:val="00E86C04"/>
    <w:rsid w:val="00E9180D"/>
    <w:rsid w:val="00EA16B8"/>
    <w:rsid w:val="00EA2DC3"/>
    <w:rsid w:val="00EA57F0"/>
    <w:rsid w:val="00EA78F2"/>
    <w:rsid w:val="00EB034C"/>
    <w:rsid w:val="00EB1613"/>
    <w:rsid w:val="00EB46F4"/>
    <w:rsid w:val="00EC1053"/>
    <w:rsid w:val="00EC508F"/>
    <w:rsid w:val="00EC6CEB"/>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177"/>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3C8"/>
    <w:rsid w:val="00F27D41"/>
    <w:rsid w:val="00F302CA"/>
    <w:rsid w:val="00F31040"/>
    <w:rsid w:val="00F31B1E"/>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A595A"/>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E7FB4"/>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colormru v:ext="edit" colors="#ffc"/>
    </o:shapedefaults>
    <o:shapelayout v:ext="edit">
      <o:idmap v:ext="edit" data="1"/>
    </o:shapelayout>
  </w:shapeDefaults>
  <w:decimalSymbol w:val="."/>
  <w:listSeparator w:val=","/>
  <w14:docId w14:val="39EBBE9E"/>
  <w15:chartTrackingRefBased/>
  <w15:docId w15:val="{416F0A94-8891-43A4-87E6-4ED588CD7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TTIB\AppData\Local\Microsoft\Windows\INetCache\IE\9SDVJHAA\Declaration_of_Background_Intellectual_P_TELBHQ_v1_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FC014-B955-4280-9AB5-EFCB6610A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Declaration_of_Background_Intellectual_P_TELBHQ_v1_1.dotx</Template>
  <TotalTime>4</TotalTime>
  <Pages>6</Pages>
  <Words>768</Words>
  <Characters>5068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Boutiere Brigitte EXT</dc:creator>
  <cp:keywords/>
  <cp:lastModifiedBy>Jeanmart Kristel EXT</cp:lastModifiedBy>
  <cp:revision>15</cp:revision>
  <cp:lastPrinted>2020-03-12T08:31:00Z</cp:lastPrinted>
  <dcterms:created xsi:type="dcterms:W3CDTF">2020-11-06T16:00:00Z</dcterms:created>
  <dcterms:modified xsi:type="dcterms:W3CDTF">2021-12-08T06:48:00Z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